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E8" w:rsidRPr="0036355E" w:rsidRDefault="004D18E8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18E8" w:rsidRPr="0036355E" w:rsidRDefault="004D18E8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D18E8" w:rsidRPr="00161E78" w:rsidRDefault="004D18E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8E8" w:rsidRDefault="004D18E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30   декабря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 70</w:t>
      </w:r>
    </w:p>
    <w:p w:rsidR="004D18E8" w:rsidRPr="00161E78" w:rsidRDefault="004D18E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4D18E8" w:rsidRPr="00161E78" w:rsidRDefault="004D18E8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4D18E8" w:rsidRDefault="004D18E8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4D18E8" w:rsidRDefault="004D18E8" w:rsidP="006E5DDE">
      <w:pPr>
        <w:jc w:val="center"/>
        <w:rPr>
          <w:rFonts w:ascii="Times New Roman" w:hAnsi="Times New Roman" w:cs="Times New Roman"/>
        </w:rPr>
      </w:pPr>
    </w:p>
    <w:p w:rsidR="004D18E8" w:rsidRDefault="004D18E8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4D18E8" w:rsidRPr="009D58BB">
        <w:trPr>
          <w:trHeight w:val="1097"/>
        </w:trPr>
        <w:tc>
          <w:tcPr>
            <w:tcW w:w="9016" w:type="dxa"/>
          </w:tcPr>
          <w:p w:rsidR="004D18E8" w:rsidRDefault="004D18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4D18E8" w:rsidRPr="009D58BB" w:rsidRDefault="004D18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D18E8" w:rsidRDefault="004D18E8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4D18E8" w:rsidRPr="00525406" w:rsidRDefault="004D18E8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4D18E8" w:rsidRDefault="004D18E8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119 000,00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4D18E8" w:rsidRDefault="004D18E8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9 000,00 рублей,</w:t>
      </w:r>
    </w:p>
    <w:p w:rsidR="004D18E8" w:rsidRPr="00312F27" w:rsidRDefault="004D18E8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8E8" w:rsidRDefault="004D18E8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119 000,00 рублей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119 000,00 рублей;</w:t>
      </w:r>
    </w:p>
    <w:p w:rsidR="004D18E8" w:rsidRPr="0093387D" w:rsidRDefault="004D18E8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 изложив его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4D18E8" w:rsidRDefault="004D18E8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4D18E8" w:rsidRDefault="004D18E8" w:rsidP="0090024F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4D18E8" w:rsidRDefault="004D18E8" w:rsidP="0090024F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D18E8" w:rsidRDefault="004D18E8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поселения </w:t>
      </w:r>
    </w:p>
    <w:p w:rsidR="004D18E8" w:rsidRDefault="004D18E8" w:rsidP="00490716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      В.Н. Лантратов</w:t>
      </w:r>
    </w:p>
    <w:sectPr w:rsidR="004D18E8" w:rsidSect="0090024F">
      <w:headerReference w:type="default" r:id="rId8"/>
      <w:pgSz w:w="11906" w:h="16838"/>
      <w:pgMar w:top="1134" w:right="567" w:bottom="624" w:left="12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8E8" w:rsidRDefault="004D18E8" w:rsidP="00B57B3B">
      <w:r>
        <w:separator/>
      </w:r>
    </w:p>
  </w:endnote>
  <w:endnote w:type="continuationSeparator" w:id="0">
    <w:p w:rsidR="004D18E8" w:rsidRDefault="004D18E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8E8" w:rsidRDefault="004D18E8" w:rsidP="00B57B3B">
      <w:r>
        <w:separator/>
      </w:r>
    </w:p>
  </w:footnote>
  <w:footnote w:type="continuationSeparator" w:id="0">
    <w:p w:rsidR="004D18E8" w:rsidRDefault="004D18E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8E8" w:rsidRPr="003139BC" w:rsidRDefault="004D18E8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4D18E8" w:rsidRDefault="004D18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402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25665"/>
    <w:rsid w:val="00233C0A"/>
    <w:rsid w:val="00235F46"/>
    <w:rsid w:val="0023657E"/>
    <w:rsid w:val="00237868"/>
    <w:rsid w:val="002449EE"/>
    <w:rsid w:val="002504D7"/>
    <w:rsid w:val="00253C20"/>
    <w:rsid w:val="00270D36"/>
    <w:rsid w:val="00271227"/>
    <w:rsid w:val="00271558"/>
    <w:rsid w:val="0028308E"/>
    <w:rsid w:val="002849D9"/>
    <w:rsid w:val="00284D12"/>
    <w:rsid w:val="00293E75"/>
    <w:rsid w:val="002942FA"/>
    <w:rsid w:val="002A2BBD"/>
    <w:rsid w:val="002C1167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27591"/>
    <w:rsid w:val="00327DA8"/>
    <w:rsid w:val="003372C6"/>
    <w:rsid w:val="00343676"/>
    <w:rsid w:val="003465DB"/>
    <w:rsid w:val="003542ED"/>
    <w:rsid w:val="00354EBD"/>
    <w:rsid w:val="0036355E"/>
    <w:rsid w:val="003637DC"/>
    <w:rsid w:val="00367577"/>
    <w:rsid w:val="00367F21"/>
    <w:rsid w:val="00371E03"/>
    <w:rsid w:val="0038215B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2152"/>
    <w:rsid w:val="003E4804"/>
    <w:rsid w:val="003F181F"/>
    <w:rsid w:val="00410F52"/>
    <w:rsid w:val="0041238D"/>
    <w:rsid w:val="0041759B"/>
    <w:rsid w:val="00420242"/>
    <w:rsid w:val="00420BC9"/>
    <w:rsid w:val="00425BAA"/>
    <w:rsid w:val="00427ACA"/>
    <w:rsid w:val="00434016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0716"/>
    <w:rsid w:val="00493F6D"/>
    <w:rsid w:val="00494F5B"/>
    <w:rsid w:val="00497319"/>
    <w:rsid w:val="004A02B8"/>
    <w:rsid w:val="004A259A"/>
    <w:rsid w:val="004A7390"/>
    <w:rsid w:val="004B1AB3"/>
    <w:rsid w:val="004B49FC"/>
    <w:rsid w:val="004D18E8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1BA0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3FD"/>
    <w:rsid w:val="005A573F"/>
    <w:rsid w:val="005A57CC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1688"/>
    <w:rsid w:val="005F3F0F"/>
    <w:rsid w:val="00601627"/>
    <w:rsid w:val="00602FFA"/>
    <w:rsid w:val="006078D7"/>
    <w:rsid w:val="00613DA6"/>
    <w:rsid w:val="006142AF"/>
    <w:rsid w:val="00614C6B"/>
    <w:rsid w:val="006172B2"/>
    <w:rsid w:val="00630DD8"/>
    <w:rsid w:val="00640540"/>
    <w:rsid w:val="00640592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B475C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1B2A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024F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969E4"/>
    <w:rsid w:val="009A223F"/>
    <w:rsid w:val="009A27D5"/>
    <w:rsid w:val="009A3D1C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C6231"/>
    <w:rsid w:val="00AD1D8E"/>
    <w:rsid w:val="00AD2405"/>
    <w:rsid w:val="00AD5AD8"/>
    <w:rsid w:val="00AD6D7B"/>
    <w:rsid w:val="00AE0B80"/>
    <w:rsid w:val="00AE1D76"/>
    <w:rsid w:val="00AE5C61"/>
    <w:rsid w:val="00AE7999"/>
    <w:rsid w:val="00AF07F8"/>
    <w:rsid w:val="00AF5037"/>
    <w:rsid w:val="00B028AD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7A3F"/>
    <w:rsid w:val="00BE04DC"/>
    <w:rsid w:val="00BE4009"/>
    <w:rsid w:val="00BE528A"/>
    <w:rsid w:val="00BE69DE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657C6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1BB1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48C8"/>
    <w:rsid w:val="00D75AB7"/>
    <w:rsid w:val="00D75C69"/>
    <w:rsid w:val="00D76A25"/>
    <w:rsid w:val="00D775B8"/>
    <w:rsid w:val="00D77D2C"/>
    <w:rsid w:val="00D77E33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E4364"/>
    <w:rsid w:val="00DF61AC"/>
    <w:rsid w:val="00E00097"/>
    <w:rsid w:val="00E033F2"/>
    <w:rsid w:val="00E04B88"/>
    <w:rsid w:val="00E218DB"/>
    <w:rsid w:val="00E32359"/>
    <w:rsid w:val="00E33DD7"/>
    <w:rsid w:val="00E3589D"/>
    <w:rsid w:val="00E3632C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5DE3"/>
    <w:rsid w:val="00FC74BB"/>
    <w:rsid w:val="00FC7B45"/>
    <w:rsid w:val="00FC7BB3"/>
    <w:rsid w:val="00FD0AC5"/>
    <w:rsid w:val="00FD0EEE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1"/>
    <w:basedOn w:val="Normal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1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1147</TotalTime>
  <Pages>1</Pages>
  <Words>712</Words>
  <Characters>4065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53</cp:revision>
  <cp:lastPrinted>2015-12-31T08:19:00Z</cp:lastPrinted>
  <dcterms:created xsi:type="dcterms:W3CDTF">2015-01-21T15:24:00Z</dcterms:created>
  <dcterms:modified xsi:type="dcterms:W3CDTF">2015-12-31T08:19:00Z</dcterms:modified>
</cp:coreProperties>
</file>